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3436F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2DA96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3C992A4" w14:textId="2A5DDEB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836DC">
        <w:rPr>
          <w:rFonts w:ascii="Corbel" w:hAnsi="Corbel"/>
          <w:iCs/>
          <w:smallCaps/>
          <w:sz w:val="24"/>
          <w:szCs w:val="24"/>
        </w:rPr>
        <w:t>202</w:t>
      </w:r>
      <w:r w:rsidR="008C3A4F">
        <w:rPr>
          <w:rFonts w:ascii="Corbel" w:hAnsi="Corbel"/>
          <w:iCs/>
          <w:smallCaps/>
          <w:sz w:val="24"/>
          <w:szCs w:val="24"/>
        </w:rPr>
        <w:t>1</w:t>
      </w:r>
      <w:r w:rsidR="00F82FD9">
        <w:rPr>
          <w:rFonts w:ascii="Corbel" w:hAnsi="Corbel"/>
          <w:iCs/>
          <w:smallCaps/>
          <w:sz w:val="24"/>
          <w:szCs w:val="24"/>
        </w:rPr>
        <w:t>-2</w:t>
      </w:r>
      <w:r w:rsidR="001A4554">
        <w:rPr>
          <w:rFonts w:ascii="Corbel" w:hAnsi="Corbel"/>
          <w:iCs/>
          <w:smallCaps/>
          <w:sz w:val="24"/>
          <w:szCs w:val="24"/>
        </w:rPr>
        <w:t>0</w:t>
      </w:r>
      <w:r w:rsidR="00D836DC">
        <w:rPr>
          <w:rFonts w:ascii="Corbel" w:hAnsi="Corbel"/>
          <w:iCs/>
          <w:smallCaps/>
          <w:sz w:val="24"/>
          <w:szCs w:val="24"/>
        </w:rPr>
        <w:t>2</w:t>
      </w:r>
      <w:r w:rsidR="008C3A4F">
        <w:rPr>
          <w:rFonts w:ascii="Corbel" w:hAnsi="Corbel"/>
          <w:iCs/>
          <w:smallCaps/>
          <w:sz w:val="24"/>
          <w:szCs w:val="24"/>
        </w:rPr>
        <w:t>4</w:t>
      </w:r>
    </w:p>
    <w:p w14:paraId="570B617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A6DB6F" w14:textId="5A0C9D0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836DC">
        <w:rPr>
          <w:rFonts w:ascii="Corbel" w:hAnsi="Corbel"/>
          <w:sz w:val="20"/>
          <w:szCs w:val="20"/>
        </w:rPr>
        <w:t>202</w:t>
      </w:r>
      <w:r w:rsidR="008C3A4F">
        <w:rPr>
          <w:rFonts w:ascii="Corbel" w:hAnsi="Corbel"/>
          <w:sz w:val="20"/>
          <w:szCs w:val="20"/>
        </w:rPr>
        <w:t>3</w:t>
      </w:r>
      <w:r w:rsidR="00D836DC">
        <w:rPr>
          <w:rFonts w:ascii="Corbel" w:hAnsi="Corbel"/>
          <w:sz w:val="20"/>
          <w:szCs w:val="20"/>
        </w:rPr>
        <w:t>/202</w:t>
      </w:r>
      <w:r w:rsidR="008C3A4F">
        <w:rPr>
          <w:rFonts w:ascii="Corbel" w:hAnsi="Corbel"/>
          <w:sz w:val="20"/>
          <w:szCs w:val="20"/>
        </w:rPr>
        <w:t>4</w:t>
      </w:r>
    </w:p>
    <w:p w14:paraId="1E3D1C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8B5D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668C09A3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>Wprowadzenie do pedagogiki specjalnej</w:t>
            </w:r>
          </w:p>
        </w:tc>
      </w:tr>
      <w:tr w:rsidR="0085747A" w:rsidRPr="009C54AE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EF594DB" w14:textId="77777777" w:rsidTr="00B819C8">
        <w:tc>
          <w:tcPr>
            <w:tcW w:w="2694" w:type="dxa"/>
            <w:vAlign w:val="center"/>
          </w:tcPr>
          <w:p w14:paraId="67BE41C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531D816B" w:rsidR="0085747A" w:rsidRPr="009C54AE" w:rsidRDefault="006569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5A56E860" w:rsidR="0085747A" w:rsidRPr="009C54AE" w:rsidRDefault="006569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0BF6DA1A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224A2477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062A9009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1DD40C12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45B3093A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5F99AF98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85747A" w:rsidRPr="009C54AE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574FDC48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C64DD3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4879D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B2813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13A7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85621A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F8492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85C73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73ADA627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32085251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044AB151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12C940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29C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AC9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617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040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16D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8E0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28D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7D7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5B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E76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DB3AB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B5E19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9C762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6ECD7A" w14:textId="150E4C49" w:rsidR="0085747A" w:rsidRPr="009C54AE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CDB5E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C877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995009" w14:textId="13A40B7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zaliczenie </w:t>
      </w:r>
    </w:p>
    <w:p w14:paraId="35A023C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89D0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0038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6116709" w14:textId="77777777" w:rsidTr="00745302">
        <w:tc>
          <w:tcPr>
            <w:tcW w:w="9670" w:type="dxa"/>
          </w:tcPr>
          <w:p w14:paraId="54357664" w14:textId="73AD38D2" w:rsidR="0085747A" w:rsidRPr="009C54AE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socjologii, psychologii rozwojowej</w:t>
            </w:r>
            <w:r w:rsidR="00A93F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</w:p>
          <w:p w14:paraId="220BB45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4AA95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32F8D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8161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87DA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5DB10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E5D883" w14:textId="77777777" w:rsidTr="00B12F18">
        <w:tc>
          <w:tcPr>
            <w:tcW w:w="843" w:type="dxa"/>
            <w:vAlign w:val="center"/>
          </w:tcPr>
          <w:p w14:paraId="501E93D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01B06EF" w14:textId="3E0791A3" w:rsidR="0085747A" w:rsidRPr="009C54AE" w:rsidRDefault="00B12F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Celem kształcenia w zakresie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pedagogiki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specjalnej jest pogłębienie pedagogicznej wiedzy studenta, w szczególności obejmującej ogólne zagadnienia teorii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niepełnosprawności jak i jej zmieniającego się kontekstu uwzględniającego przemiany wokół definiowania niepełnosprawności. Student zdobywa wied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zę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o współczesnym definiowaniu niepełnoprawności w szerokim społecznym kontekście osadzonym na modelu DISABILITY STUDIES, jak również pozwala zdobyć wiedzę o rehabilitacji, cel obejmuje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 specyfikę rozwoju jednostek z różnymi rodzajami deficytów i niepełnosprawności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względnia także wiedzę o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ach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pracy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z osobami niepełnosprawnymi. Cele wpasowane są w ogólne efekty kształcenia dla kierunku pedagogika i obejmują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(efekty: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K_W09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K_W10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, ,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); rozwijanie kompetencji w zakresie: wychowawczym i społecznym (efekty: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K_U05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K_U06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) oraz w zakresie kreatywnym - wyrażającym się refleksyjnym stosunkiem do zdobywanej wiedzy pedagogicznej oraz zdolnością do samokształcenia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 xml:space="preserve"> K_04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</w:tbl>
    <w:p w14:paraId="29B5BA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C68F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6AE5A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6B902B7" w14:textId="77777777" w:rsidTr="0071620A">
        <w:tc>
          <w:tcPr>
            <w:tcW w:w="1701" w:type="dxa"/>
            <w:vAlign w:val="center"/>
          </w:tcPr>
          <w:p w14:paraId="5EF807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D36123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C3C6564" w14:textId="4E368F0D" w:rsidR="00B9503E" w:rsidRPr="009C54AE" w:rsidRDefault="00B9503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40AA0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F36D649" w14:textId="77777777" w:rsidTr="005E6E85">
        <w:tc>
          <w:tcPr>
            <w:tcW w:w="1701" w:type="dxa"/>
          </w:tcPr>
          <w:p w14:paraId="29BA0AF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1DF9839F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C1999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7EA655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24CFAF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A9D1CB" w14:textId="49BED47A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3C49BFF" w14:textId="47465810" w:rsidR="008D3986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charaktery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zuje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uczestników procesów edukacyjnych i ich zróżnicowani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ze względu na rodzaj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specjalnych 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potrzeb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edukacyjnych.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Opisze,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czym charakteryzuje się niepełnosprawność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działania terapeutyczne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może zastosować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7E20BC6" w14:textId="79B6AEEF" w:rsidR="0085747A" w:rsidRPr="009C54AE" w:rsidRDefault="0085747A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2FB399E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5EA7928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465CCDB2" w14:textId="77777777" w:rsidTr="005E6E85">
        <w:tc>
          <w:tcPr>
            <w:tcW w:w="1701" w:type="dxa"/>
          </w:tcPr>
          <w:p w14:paraId="0463B8CD" w14:textId="0A9E5ADF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0B53BB6" w14:textId="23B227EC" w:rsidR="00A93F54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teorie dotyczące procesu wychowania i 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osób o specjalnych potrzebach edukacyjnych. Rozróżni podstawowe modele teoretyczne ujmujące niepełnosprawność w kategoriach modeli biologicznych i społeczno- kulturowych;</w:t>
            </w:r>
          </w:p>
        </w:tc>
        <w:tc>
          <w:tcPr>
            <w:tcW w:w="1873" w:type="dxa"/>
          </w:tcPr>
          <w:p w14:paraId="74A26D18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43C0612D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0D74F2B" w14:textId="77777777" w:rsidTr="005E6E85">
        <w:tc>
          <w:tcPr>
            <w:tcW w:w="1701" w:type="dxa"/>
          </w:tcPr>
          <w:p w14:paraId="39DBA9D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531AD240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797CC" w14:textId="21F5E74A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5172874" w14:textId="01CB2D33" w:rsidR="004B4771" w:rsidRPr="009C54AE" w:rsidRDefault="007E6E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>aplan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i przeprowadzi podstawową diagnozę niepełnosprawności.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kryteria charakteryzujące niepełnosprawność</w:t>
            </w:r>
            <w:r w:rsidR="00A93F54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206C5E2C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477BE95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77930955" w14:textId="77777777" w:rsidTr="005E6E85">
        <w:tc>
          <w:tcPr>
            <w:tcW w:w="1701" w:type="dxa"/>
          </w:tcPr>
          <w:p w14:paraId="099E9B84" w14:textId="0BB400F0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4C0CE7A" w14:textId="56B72260" w:rsidR="00A93F54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i norm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z osobami o specjalnych potrzebach edukacyjnych. 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Zaplanuje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pracę pedagogiczną tak aby uwzględniała skomplikowany proces </w:t>
            </w:r>
            <w:r w:rsidR="00510F8B">
              <w:rPr>
                <w:rFonts w:ascii="Corbel" w:hAnsi="Corbel"/>
                <w:b w:val="0"/>
                <w:smallCaps w:val="0"/>
                <w:szCs w:val="24"/>
              </w:rPr>
              <w:t>oddziaływań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grupach zróżnicowanych kulturowo społecznie, mentalnie itd.</w:t>
            </w:r>
          </w:p>
        </w:tc>
        <w:tc>
          <w:tcPr>
            <w:tcW w:w="1873" w:type="dxa"/>
          </w:tcPr>
          <w:p w14:paraId="457EAEBB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13BDE8A7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D988785" w14:textId="77777777" w:rsidTr="005E6E85">
        <w:tc>
          <w:tcPr>
            <w:tcW w:w="1701" w:type="dxa"/>
          </w:tcPr>
          <w:p w14:paraId="4F04F3F8" w14:textId="45E13DB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C1058A6" w14:textId="0C4A700C" w:rsidR="0085747A" w:rsidRPr="009C54AE" w:rsidRDefault="00510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>kreśl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etyczne problemy 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dotyczące pracy z osobami niepełnosprawnymi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A258CD4" w14:textId="3C9C5959" w:rsidR="0085747A" w:rsidRPr="009C54AE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K_04</w:t>
            </w:r>
          </w:p>
        </w:tc>
      </w:tr>
    </w:tbl>
    <w:p w14:paraId="1F93BF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1995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E04AC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CE5D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754A2F" w14:textId="77777777" w:rsidTr="004B4771">
        <w:tc>
          <w:tcPr>
            <w:tcW w:w="9520" w:type="dxa"/>
          </w:tcPr>
          <w:p w14:paraId="451AC7F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4208604" w14:textId="77777777" w:rsidTr="004B4771">
        <w:tc>
          <w:tcPr>
            <w:tcW w:w="9520" w:type="dxa"/>
          </w:tcPr>
          <w:p w14:paraId="764BC5EE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Naukowe podstawy pedagogiki, subdyscypliny pedagogiczne. Współczesne trendy w badaniach naukowych.</w:t>
            </w:r>
          </w:p>
          <w:p w14:paraId="21C3107D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4B4771">
              <w:rPr>
                <w:rFonts w:ascii="Corbel" w:hAnsi="Corbel"/>
                <w:sz w:val="24"/>
                <w:szCs w:val="24"/>
              </w:rPr>
              <w:t>nterdyscyplinarny charakter pedagogiki specjalnej i jej miejsce w systemie nauk. Systematyka i działy w pedagogice specjalnej.</w:t>
            </w:r>
          </w:p>
          <w:p w14:paraId="728EDBEB" w14:textId="5C47DDDB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Stadia doznawania niepełnosprawności.</w:t>
            </w:r>
            <w:r>
              <w:rPr>
                <w:rFonts w:ascii="Corbel" w:hAnsi="Corbel"/>
                <w:sz w:val="24"/>
                <w:szCs w:val="24"/>
              </w:rPr>
              <w:t xml:space="preserve"> Omówienie istoty niepełnosprawności intelektualnej, </w:t>
            </w:r>
            <w:r w:rsidR="00FD0060">
              <w:rPr>
                <w:rFonts w:ascii="Corbel" w:hAnsi="Corbel"/>
                <w:sz w:val="24"/>
                <w:szCs w:val="24"/>
              </w:rPr>
              <w:t>całościowych zaburzeń rozwojowych – Autyzm, wybrane choroby uwarunkowane genetycznie</w:t>
            </w:r>
          </w:p>
          <w:p w14:paraId="7045967C" w14:textId="4219ED83" w:rsidR="00FD0060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Podstawowe pojęcia z zakresu pedagogiki specjalnej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4771">
              <w:rPr>
                <w:rFonts w:ascii="Corbel" w:hAnsi="Corbel"/>
                <w:sz w:val="24"/>
                <w:szCs w:val="24"/>
              </w:rPr>
              <w:t xml:space="preserve">– kierunki, cele, struktura, dynamika, metody i zasady. Współczesne tendencje w </w:t>
            </w:r>
            <w:r>
              <w:rPr>
                <w:rFonts w:ascii="Corbel" w:hAnsi="Corbel"/>
                <w:sz w:val="24"/>
                <w:szCs w:val="24"/>
              </w:rPr>
              <w:t>pedagogice</w:t>
            </w:r>
            <w:r w:rsidRPr="004B4771">
              <w:rPr>
                <w:rFonts w:ascii="Corbel" w:hAnsi="Corbel"/>
                <w:sz w:val="24"/>
                <w:szCs w:val="24"/>
              </w:rPr>
              <w:t xml:space="preserve"> osób z niepełnosprawnością</w:t>
            </w:r>
            <w:r w:rsidR="00FD0060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Disability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, Krytyczne Studia nad Niepełnosprawnością,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FemDisability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Queer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Theory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888ED5A" w14:textId="3E08BCF3" w:rsidR="004B4771" w:rsidRDefault="00FD0060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 xml:space="preserve"> </w:t>
            </w:r>
            <w:r w:rsidR="004B4771" w:rsidRPr="004B4771">
              <w:rPr>
                <w:rFonts w:ascii="Corbel" w:hAnsi="Corbel"/>
                <w:sz w:val="24"/>
                <w:szCs w:val="24"/>
              </w:rPr>
              <w:t xml:space="preserve">Podmiotowość w relacjach: pacjent z niepełnosprawnością </w:t>
            </w:r>
            <w:r w:rsidR="004B4771">
              <w:rPr>
                <w:rFonts w:ascii="Corbel" w:hAnsi="Corbel"/>
                <w:sz w:val="24"/>
                <w:szCs w:val="24"/>
              </w:rPr>
              <w:t>i środowisko</w:t>
            </w:r>
          </w:p>
          <w:p w14:paraId="0E496C09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 xml:space="preserve">Osoba z niepełnosprawnością w rodzinie. </w:t>
            </w:r>
          </w:p>
          <w:p w14:paraId="41ABBA8D" w14:textId="46A8AC40" w:rsidR="0085747A" w:rsidRPr="009C54AE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Kształtowanie środowiska (społecznego i fizycznego)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B4771">
              <w:rPr>
                <w:rFonts w:ascii="Corbel" w:hAnsi="Corbel"/>
                <w:sz w:val="24"/>
                <w:szCs w:val="24"/>
              </w:rPr>
              <w:t>Typologia postaw społeczeństwa wobec osób z niepełnosprawnością. Uwarunkowania i mechanizmy kształtowania się tych postaw. Metody oddziaływania prowadzące do zmiany postaw. Problem barier architektonicznych.</w:t>
            </w:r>
          </w:p>
        </w:tc>
      </w:tr>
    </w:tbl>
    <w:p w14:paraId="2269BB9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F404A" w14:textId="2C9A09AD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6230F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BFA0DF" w14:textId="77777777" w:rsidTr="00FD0060">
        <w:tc>
          <w:tcPr>
            <w:tcW w:w="9520" w:type="dxa"/>
          </w:tcPr>
          <w:p w14:paraId="75FC9A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D0060" w14:paraId="73E454AC" w14:textId="77777777" w:rsidTr="00FD0060">
        <w:tc>
          <w:tcPr>
            <w:tcW w:w="9520" w:type="dxa"/>
          </w:tcPr>
          <w:p w14:paraId="308B87C5" w14:textId="5AF4FC79" w:rsidR="0085747A" w:rsidRPr="00FD0060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0060">
              <w:rPr>
                <w:rFonts w:ascii="Corbel" w:hAnsi="Corbel"/>
                <w:sz w:val="24"/>
                <w:szCs w:val="24"/>
              </w:rPr>
              <w:t>Nie przewiduje się zajęć praktycznych do przedmiotu</w:t>
            </w:r>
          </w:p>
        </w:tc>
      </w:tr>
    </w:tbl>
    <w:p w14:paraId="3359BCA5" w14:textId="5F5B9D82" w:rsidR="0085747A" w:rsidRPr="009C54AE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1AED66" w14:textId="132C92B1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300445CD" w14:textId="77777777" w:rsidR="00510F8B" w:rsidRDefault="00510F8B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722436F" w14:textId="7B910C33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881B2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3BC9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862E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2195C" w:rsidRPr="009C54AE" w14:paraId="75ED2510" w14:textId="77777777" w:rsidTr="006F4C41">
        <w:tc>
          <w:tcPr>
            <w:tcW w:w="1985" w:type="dxa"/>
            <w:vAlign w:val="center"/>
          </w:tcPr>
          <w:p w14:paraId="703EDAD5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5E054E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FFE58C7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BA0A328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A01FB5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195C" w:rsidRPr="009C54AE" w14:paraId="581BC513" w14:textId="77777777" w:rsidTr="006F4C41">
        <w:tc>
          <w:tcPr>
            <w:tcW w:w="1985" w:type="dxa"/>
          </w:tcPr>
          <w:p w14:paraId="25B3CD80" w14:textId="7777777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DDF768C" w14:textId="5D4439A4" w:rsidR="0012195C" w:rsidRPr="0023412D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zaliczeniowa </w:t>
            </w:r>
          </w:p>
        </w:tc>
        <w:tc>
          <w:tcPr>
            <w:tcW w:w="2126" w:type="dxa"/>
          </w:tcPr>
          <w:p w14:paraId="00D3CAE8" w14:textId="4E77EF12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4F9B3B95" w14:textId="77777777" w:rsidTr="006F4C41">
        <w:tc>
          <w:tcPr>
            <w:tcW w:w="1985" w:type="dxa"/>
          </w:tcPr>
          <w:p w14:paraId="3C645CD8" w14:textId="7777777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14AA1D5" w14:textId="1D642544" w:rsidR="0012195C" w:rsidRPr="009C54AE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572F60A3" w14:textId="6A1B5DA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5B9C563B" w14:textId="77777777" w:rsidTr="006F4C41">
        <w:trPr>
          <w:trHeight w:val="153"/>
        </w:trPr>
        <w:tc>
          <w:tcPr>
            <w:tcW w:w="1985" w:type="dxa"/>
          </w:tcPr>
          <w:p w14:paraId="1149B253" w14:textId="7777777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34AE2E8" w14:textId="25F66FA1" w:rsidR="0012195C" w:rsidRPr="009C54AE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7AEFC66E" w14:textId="36E4C0E3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442A6909" w14:textId="77777777" w:rsidTr="006F4C41">
        <w:tc>
          <w:tcPr>
            <w:tcW w:w="1985" w:type="dxa"/>
          </w:tcPr>
          <w:p w14:paraId="17A50168" w14:textId="77777777" w:rsidR="0012195C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14:paraId="3033C2CE" w14:textId="7A2549BA" w:rsidR="0012195C" w:rsidRPr="009C54AE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4CC53260" w14:textId="00C8898E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7E1FDF89" w14:textId="77777777" w:rsidTr="006F4C41">
        <w:tc>
          <w:tcPr>
            <w:tcW w:w="1985" w:type="dxa"/>
          </w:tcPr>
          <w:p w14:paraId="2A0C6825" w14:textId="77777777" w:rsidR="0012195C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904202B" w14:textId="4F425802" w:rsidR="0012195C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zaliczeniowa, wypowiedzi podczas zajęć</w:t>
            </w:r>
          </w:p>
        </w:tc>
        <w:tc>
          <w:tcPr>
            <w:tcW w:w="2126" w:type="dxa"/>
          </w:tcPr>
          <w:p w14:paraId="6E52EB75" w14:textId="2851ABD5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5A1DA38B" w14:textId="77777777" w:rsidTr="006F4C41">
        <w:tc>
          <w:tcPr>
            <w:tcW w:w="1985" w:type="dxa"/>
          </w:tcPr>
          <w:p w14:paraId="27CF8AAD" w14:textId="77777777" w:rsidR="0012195C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007C4B8" w14:textId="3F372D54" w:rsidR="0012195C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zaliczeniowa, wypowiedzi podczas zajęć</w:t>
            </w:r>
          </w:p>
        </w:tc>
        <w:tc>
          <w:tcPr>
            <w:tcW w:w="2126" w:type="dxa"/>
          </w:tcPr>
          <w:p w14:paraId="2512B7B0" w14:textId="6039DA6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715F10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EF88B" w14:textId="77777777" w:rsidR="00FD0060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1F53812" w14:textId="77777777" w:rsidR="00FD0060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0E333A" w14:textId="0E31A78B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6D02C2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EE2012" w14:textId="77777777" w:rsidTr="00923D7D">
        <w:tc>
          <w:tcPr>
            <w:tcW w:w="9670" w:type="dxa"/>
          </w:tcPr>
          <w:p w14:paraId="1B39FC0E" w14:textId="5774C355" w:rsidR="0085747A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Wykłady oceniane zostaną w formie pracy zaliczeniowej w formie eseju pisanego na 7200 znaków standaryzowanego tekstu, w którym student ma wypowiedzieć się na jeden z wybranych tematów:</w:t>
            </w:r>
          </w:p>
          <w:p w14:paraId="357687F2" w14:textId="3D1998B3" w:rsidR="00FD0060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niepełnosprawna w przestrzeni kulturowej</w:t>
            </w:r>
          </w:p>
          <w:p w14:paraId="1A03EC36" w14:textId="6EEF37A5" w:rsidR="00FD0060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niepełnosprawna w obrazach medialnych</w:t>
            </w:r>
          </w:p>
          <w:p w14:paraId="1A88E47F" w14:textId="3F365F7E" w:rsidR="00FD0060" w:rsidRPr="009C54AE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Performance a niepełnosprawność </w:t>
            </w:r>
          </w:p>
          <w:p w14:paraId="1A87678D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9C44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511E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1DCE0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76F7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867E8E" w14:textId="77777777" w:rsidTr="003E1941">
        <w:tc>
          <w:tcPr>
            <w:tcW w:w="4962" w:type="dxa"/>
            <w:vAlign w:val="center"/>
          </w:tcPr>
          <w:p w14:paraId="2605CD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9DF9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4DD79D" w14:textId="77777777" w:rsidTr="00923D7D">
        <w:tc>
          <w:tcPr>
            <w:tcW w:w="4962" w:type="dxa"/>
          </w:tcPr>
          <w:p w14:paraId="4CB1D21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D4D720" w14:textId="4FA7E000" w:rsidR="0085747A" w:rsidRPr="009C54AE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508BB3A" w14:textId="77777777" w:rsidTr="00923D7D">
        <w:tc>
          <w:tcPr>
            <w:tcW w:w="4962" w:type="dxa"/>
          </w:tcPr>
          <w:p w14:paraId="01559EF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F5599" w14:textId="428F705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343A473" w14:textId="26B9D8A7" w:rsidR="00C61DC5" w:rsidRPr="009C54AE" w:rsidRDefault="001A02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10B0E67" w14:textId="77777777" w:rsidTr="00923D7D">
        <w:tc>
          <w:tcPr>
            <w:tcW w:w="4962" w:type="dxa"/>
          </w:tcPr>
          <w:p w14:paraId="2B0365A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60943C" w14:textId="7F2C5A4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 w:rsidR="00997C16">
              <w:rPr>
                <w:rFonts w:ascii="Corbel" w:hAnsi="Corbel"/>
                <w:sz w:val="24"/>
                <w:szCs w:val="24"/>
              </w:rPr>
              <w:t>pracy zaliczeniowej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60239B56" w14:textId="60AAB70D" w:rsidR="00C61DC5" w:rsidRPr="009C54AE" w:rsidRDefault="00B950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6461964B" w14:textId="77777777" w:rsidTr="00923D7D">
        <w:tc>
          <w:tcPr>
            <w:tcW w:w="4962" w:type="dxa"/>
          </w:tcPr>
          <w:p w14:paraId="30346F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9E5CF8" w14:textId="069DA1AC" w:rsidR="0085747A" w:rsidRPr="009C54AE" w:rsidRDefault="002E2C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9503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A248B15" w14:textId="77777777" w:rsidTr="00923D7D">
        <w:tc>
          <w:tcPr>
            <w:tcW w:w="4962" w:type="dxa"/>
          </w:tcPr>
          <w:p w14:paraId="0ECFB3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1DAA8C" w14:textId="2AB200A8" w:rsidR="0085747A" w:rsidRPr="009C54AE" w:rsidRDefault="002E2C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F896B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BBE9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75589" w14:textId="77777777" w:rsidR="0085747A" w:rsidRPr="006C3DD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</w:t>
      </w:r>
      <w:r w:rsidRPr="006C3DD1">
        <w:rPr>
          <w:rFonts w:ascii="Corbel" w:hAnsi="Corbel"/>
          <w:smallCaps w:val="0"/>
          <w:szCs w:val="24"/>
        </w:rPr>
        <w:t xml:space="preserve">. </w:t>
      </w:r>
      <w:r w:rsidR="0085747A" w:rsidRPr="006C3DD1">
        <w:rPr>
          <w:rFonts w:ascii="Corbel" w:hAnsi="Corbel"/>
          <w:smallCaps w:val="0"/>
          <w:szCs w:val="24"/>
        </w:rPr>
        <w:t>PRAKTYKI ZAWO</w:t>
      </w:r>
      <w:r w:rsidR="009C1331" w:rsidRPr="006C3DD1">
        <w:rPr>
          <w:rFonts w:ascii="Corbel" w:hAnsi="Corbel"/>
          <w:smallCaps w:val="0"/>
          <w:szCs w:val="24"/>
        </w:rPr>
        <w:t>DOWE W RAMACH PRZEDMIOTU</w:t>
      </w:r>
    </w:p>
    <w:p w14:paraId="73995F87" w14:textId="77777777" w:rsidR="0085747A" w:rsidRPr="006C3DD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C3DD1" w14:paraId="03DA56EB" w14:textId="77777777" w:rsidTr="0071620A">
        <w:trPr>
          <w:trHeight w:val="397"/>
        </w:trPr>
        <w:tc>
          <w:tcPr>
            <w:tcW w:w="3544" w:type="dxa"/>
          </w:tcPr>
          <w:p w14:paraId="5DF2BA6C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E6AF27" w14:textId="32F37496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C3DD1" w14:paraId="7C3F0519" w14:textId="77777777" w:rsidTr="0071620A">
        <w:trPr>
          <w:trHeight w:val="397"/>
        </w:trPr>
        <w:tc>
          <w:tcPr>
            <w:tcW w:w="3544" w:type="dxa"/>
          </w:tcPr>
          <w:p w14:paraId="6A45307D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62114F" w14:textId="40CC5EA2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B38499" w14:textId="77777777" w:rsidR="003E1941" w:rsidRPr="006C3DD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2A67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CE814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8E38BF0" w14:textId="77777777" w:rsidTr="0071620A">
        <w:trPr>
          <w:trHeight w:val="397"/>
        </w:trPr>
        <w:tc>
          <w:tcPr>
            <w:tcW w:w="7513" w:type="dxa"/>
          </w:tcPr>
          <w:p w14:paraId="154D0CB8" w14:textId="77777777" w:rsidR="002E2CCF" w:rsidRDefault="0085747A" w:rsidP="002E2CCF">
            <w:pPr>
              <w:pStyle w:val="Punktygwne"/>
              <w:spacing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E2CCF">
              <w:t xml:space="preserve"> </w:t>
            </w:r>
          </w:p>
          <w:p w14:paraId="413DEDE6" w14:textId="47ED9FEC" w:rsid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Dykcik W. (2005), Pedagogika specjalna, Poznań.</w:t>
            </w:r>
          </w:p>
          <w:p w14:paraId="021CF99A" w14:textId="7D26154A" w:rsidR="002E2CCF" w:rsidRP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Chrzanowska I (2019) Pedagogika specjalna, Kraków </w:t>
            </w:r>
          </w:p>
          <w:p w14:paraId="1D7859A4" w14:textId="77777777" w:rsidR="002E2CCF" w:rsidRP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Sękowska Z. (2001), Wprowadzenie do pedagogiki specjalnej, Warszawa</w:t>
            </w:r>
          </w:p>
          <w:p w14:paraId="1179B78D" w14:textId="2E36FBB2" w:rsid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Śliwerski B. [red.] (2006), Pedagogika, t.1, t.2, t.3, Warszawa.</w:t>
            </w:r>
          </w:p>
          <w:p w14:paraId="5E589F49" w14:textId="7FF0DE6D" w:rsidR="0085747A" w:rsidRPr="009C54AE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4459A2F" w14:textId="77777777" w:rsidTr="0071620A">
        <w:trPr>
          <w:trHeight w:val="397"/>
        </w:trPr>
        <w:tc>
          <w:tcPr>
            <w:tcW w:w="7513" w:type="dxa"/>
          </w:tcPr>
          <w:p w14:paraId="3B02676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8E586C" w14:textId="77777777" w:rsidR="002E2CCF" w:rsidRPr="006C3DD1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Woynarowska</w:t>
            </w:r>
            <w:proofErr w:type="spellEnd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B. (2007), Edukacja zdrowotna, Warszawa.</w:t>
            </w:r>
          </w:p>
          <w:p w14:paraId="1C7C368E" w14:textId="0840F458" w:rsidR="002E2CCF" w:rsidRPr="006C3DD1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 xml:space="preserve">Czasopisma naukowe zawarte w bazach Web of Science, </w:t>
            </w:r>
            <w:proofErr w:type="spellStart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Scopus</w:t>
            </w:r>
            <w:proofErr w:type="spellEnd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Wykaz baz czasopism z zakresu pedagogiki, pedagogiki specjalnej</w:t>
            </w:r>
          </w:p>
        </w:tc>
      </w:tr>
    </w:tbl>
    <w:p w14:paraId="5D38EA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ABE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C66BF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AECFF" w14:textId="77777777" w:rsidR="00F4650D" w:rsidRDefault="00F4650D" w:rsidP="00C16ABF">
      <w:pPr>
        <w:spacing w:after="0" w:line="240" w:lineRule="auto"/>
      </w:pPr>
      <w:r>
        <w:separator/>
      </w:r>
    </w:p>
  </w:endnote>
  <w:endnote w:type="continuationSeparator" w:id="0">
    <w:p w14:paraId="7913B03E" w14:textId="77777777" w:rsidR="00F4650D" w:rsidRDefault="00F465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653AB0" w14:textId="77777777" w:rsidR="00F4650D" w:rsidRDefault="00F4650D" w:rsidP="00C16ABF">
      <w:pPr>
        <w:spacing w:after="0" w:line="240" w:lineRule="auto"/>
      </w:pPr>
      <w:r>
        <w:separator/>
      </w:r>
    </w:p>
  </w:footnote>
  <w:footnote w:type="continuationSeparator" w:id="0">
    <w:p w14:paraId="234B7C7C" w14:textId="77777777" w:rsidR="00F4650D" w:rsidRDefault="00F4650D" w:rsidP="00C16ABF">
      <w:pPr>
        <w:spacing w:after="0" w:line="240" w:lineRule="auto"/>
      </w:pPr>
      <w:r>
        <w:continuationSeparator/>
      </w:r>
    </w:p>
  </w:footnote>
  <w:footnote w:id="1">
    <w:p w14:paraId="3149AC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EA8"/>
    <w:rsid w:val="000D04B0"/>
    <w:rsid w:val="000F1C57"/>
    <w:rsid w:val="000F5615"/>
    <w:rsid w:val="0012195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2A0"/>
    <w:rsid w:val="001A4554"/>
    <w:rsid w:val="001A70D2"/>
    <w:rsid w:val="001D3A5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CF"/>
    <w:rsid w:val="002F02A3"/>
    <w:rsid w:val="002F4ABE"/>
    <w:rsid w:val="003018BA"/>
    <w:rsid w:val="0030395F"/>
    <w:rsid w:val="00305C92"/>
    <w:rsid w:val="003151C5"/>
    <w:rsid w:val="003343CF"/>
    <w:rsid w:val="00346B0E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9BC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771"/>
    <w:rsid w:val="004D5282"/>
    <w:rsid w:val="004F1551"/>
    <w:rsid w:val="004F55A3"/>
    <w:rsid w:val="0050496F"/>
    <w:rsid w:val="00510F8B"/>
    <w:rsid w:val="00513B6F"/>
    <w:rsid w:val="00517C63"/>
    <w:rsid w:val="0052002A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EB6"/>
    <w:rsid w:val="00647FA8"/>
    <w:rsid w:val="00650C5F"/>
    <w:rsid w:val="00654934"/>
    <w:rsid w:val="00656972"/>
    <w:rsid w:val="006620D9"/>
    <w:rsid w:val="00671958"/>
    <w:rsid w:val="00672738"/>
    <w:rsid w:val="00675843"/>
    <w:rsid w:val="00696477"/>
    <w:rsid w:val="006C3DD1"/>
    <w:rsid w:val="006D050F"/>
    <w:rsid w:val="006D6139"/>
    <w:rsid w:val="006E5D65"/>
    <w:rsid w:val="006F1282"/>
    <w:rsid w:val="006F1FBC"/>
    <w:rsid w:val="006F31E2"/>
    <w:rsid w:val="006F41C9"/>
    <w:rsid w:val="00706544"/>
    <w:rsid w:val="007072BA"/>
    <w:rsid w:val="0071620A"/>
    <w:rsid w:val="00724677"/>
    <w:rsid w:val="00725459"/>
    <w:rsid w:val="0073254E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E3D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3A4F"/>
    <w:rsid w:val="008C5147"/>
    <w:rsid w:val="008C5359"/>
    <w:rsid w:val="008C5363"/>
    <w:rsid w:val="008D398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C16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F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F1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03E"/>
    <w:rsid w:val="00BB520A"/>
    <w:rsid w:val="00BD3869"/>
    <w:rsid w:val="00BD66E9"/>
    <w:rsid w:val="00BD6FF4"/>
    <w:rsid w:val="00BF2C41"/>
    <w:rsid w:val="00C0087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6DC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02D3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1D9"/>
    <w:rsid w:val="00F27A7B"/>
    <w:rsid w:val="00F4650D"/>
    <w:rsid w:val="00F526AF"/>
    <w:rsid w:val="00F617C3"/>
    <w:rsid w:val="00F7066B"/>
    <w:rsid w:val="00F82FD9"/>
    <w:rsid w:val="00F83B28"/>
    <w:rsid w:val="00FA46E5"/>
    <w:rsid w:val="00FB7DBA"/>
    <w:rsid w:val="00FC1C25"/>
    <w:rsid w:val="00FC3F45"/>
    <w:rsid w:val="00FD006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A5EE2-68C7-490B-B45F-C55B92EAF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1002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2019-12-06T10:05:00Z</cp:lastPrinted>
  <dcterms:created xsi:type="dcterms:W3CDTF">2019-11-20T17:01:00Z</dcterms:created>
  <dcterms:modified xsi:type="dcterms:W3CDTF">2021-09-24T10:47:00Z</dcterms:modified>
</cp:coreProperties>
</file>